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3B9" w:rsidRDefault="009953B9">
      <w:pPr>
        <w:rPr>
          <w:noProof/>
        </w:rPr>
      </w:pPr>
    </w:p>
    <w:p w:rsidR="009953B9" w:rsidRDefault="009953B9">
      <w:pPr>
        <w:rPr>
          <w:noProof/>
        </w:rPr>
      </w:pPr>
      <w:r w:rsidRPr="006A43E4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0" o:spid="_x0000_i1025" type="#_x0000_t75" alt="30656_123612317661785_114263478596669_193748_6838778_n.jpg" style="width:179.25pt;height:4in;visibility:visible">
            <v:imagedata r:id="rId4" o:title=""/>
          </v:shape>
        </w:pict>
      </w:r>
      <w:r w:rsidRPr="006A43E4">
        <w:rPr>
          <w:noProof/>
        </w:rPr>
        <w:pict>
          <v:shape id="Picture 3" o:spid="_x0000_i1026" type="#_x0000_t75" alt="images (4).jpg" style="width:108pt;height:287.25pt;visibility:visible">
            <v:imagedata r:id="rId5" o:title=""/>
          </v:shape>
        </w:pict>
      </w:r>
      <w:r w:rsidRPr="006A43E4">
        <w:rPr>
          <w:noProof/>
        </w:rPr>
        <w:pict>
          <v:shape id="Picture 7" o:spid="_x0000_i1027" type="#_x0000_t75" alt="hospitality-and-humanization-for-overall-patient-satisfaction-main.jpg" style="width:168.75pt;height:287.25pt;visibility:visible">
            <v:imagedata r:id="rId6" o:title=""/>
          </v:shape>
        </w:pict>
      </w:r>
      <w:r>
        <w:t xml:space="preserve">           </w:t>
      </w:r>
      <w:r w:rsidRPr="006A43E4">
        <w:rPr>
          <w:noProof/>
        </w:rPr>
        <w:pict>
          <v:shape id="Picture 25" o:spid="_x0000_i1028" type="#_x0000_t75" alt="diversity-300x294.jpg" style="width:459pt;height:194.25pt;visibility:visible">
            <v:imagedata r:id="rId7" o:title=""/>
          </v:shape>
        </w:pict>
      </w:r>
      <w:r w:rsidRPr="006A43E4">
        <w:rPr>
          <w:noProof/>
        </w:rPr>
        <w:pict>
          <v:shape id="Picture 15" o:spid="_x0000_i1029" type="#_x0000_t75" alt="Peace_by_Humanization.jpg" style="width:219pt;height:120.75pt;visibility:visible">
            <v:imagedata r:id="rId8" o:title=""/>
          </v:shape>
        </w:pict>
      </w:r>
      <w:r w:rsidRPr="006A43E4">
        <w:rPr>
          <w:noProof/>
        </w:rPr>
        <w:pict>
          <v:shape id="Picture 23" o:spid="_x0000_i1030" type="#_x0000_t75" alt="images.jpg" style="width:102pt;height:126.75pt;visibility:visible">
            <v:imagedata r:id="rId9" o:title=""/>
          </v:shape>
        </w:pict>
      </w:r>
      <w:r w:rsidRPr="006A43E4">
        <w:rPr>
          <w:noProof/>
        </w:rPr>
        <w:pict>
          <v:shape id="Picture 21" o:spid="_x0000_i1031" type="#_x0000_t75" alt="images (6).jpg" style="width:132.75pt;height:124.5pt;visibility:visible">
            <v:imagedata r:id="rId10" o:title=""/>
          </v:shape>
        </w:pict>
      </w:r>
    </w:p>
    <w:p w:rsidR="009953B9" w:rsidRDefault="009953B9" w:rsidP="00AC33AF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32" type="#_x0000_t136" style="width:479.25pt;height:204.75pt">
            <v:shadow on="t" opacity="52429f"/>
            <v:textpath style="font-family:&quot;Arial Black&quot;;font-style:italic;v-text-kern:t" trim="t" fitpath="t" string="Work Together Hand-In-Hand&#10;Get Together As A Band"/>
          </v:shape>
        </w:pict>
      </w:r>
    </w:p>
    <w:p w:rsidR="009953B9" w:rsidRDefault="009953B9">
      <w:r>
        <w:br w:type="column"/>
      </w:r>
    </w:p>
    <w:sectPr w:rsidR="009953B9" w:rsidSect="00891AA8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46B3"/>
    <w:rsid w:val="001529AF"/>
    <w:rsid w:val="00232C7B"/>
    <w:rsid w:val="004E6737"/>
    <w:rsid w:val="0055237A"/>
    <w:rsid w:val="00667C15"/>
    <w:rsid w:val="006A43E4"/>
    <w:rsid w:val="00852068"/>
    <w:rsid w:val="00891AA8"/>
    <w:rsid w:val="009953B9"/>
    <w:rsid w:val="00AC196F"/>
    <w:rsid w:val="00AC33AF"/>
    <w:rsid w:val="00C846B3"/>
    <w:rsid w:val="00CE5905"/>
    <w:rsid w:val="00D70B57"/>
    <w:rsid w:val="00DC1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5D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84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46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3</Words>
  <Characters>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</dc:title>
  <dc:subject/>
  <dc:creator>user</dc:creator>
  <cp:keywords/>
  <dc:description/>
  <cp:lastModifiedBy>Student</cp:lastModifiedBy>
  <cp:revision>2</cp:revision>
  <dcterms:created xsi:type="dcterms:W3CDTF">2012-07-12T02:31:00Z</dcterms:created>
  <dcterms:modified xsi:type="dcterms:W3CDTF">2012-07-12T02:31:00Z</dcterms:modified>
</cp:coreProperties>
</file>